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FC2D7" w14:textId="29AFE78E" w:rsidR="00C05BCC" w:rsidRPr="001D6A5B" w:rsidRDefault="00C05BCC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C05E2">
        <w:rPr>
          <w:rFonts w:ascii="Arial" w:hAnsi="Arial" w:cs="Arial"/>
          <w:sz w:val="20"/>
          <w:szCs w:val="20"/>
          <w:u w:val="single"/>
        </w:rPr>
        <w:t>3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1C71E4">
        <w:rPr>
          <w:rFonts w:ascii="Arial" w:hAnsi="Arial" w:cs="Arial"/>
          <w:sz w:val="20"/>
          <w:szCs w:val="20"/>
          <w:u w:val="single"/>
        </w:rPr>
        <w:t xml:space="preserve">Čestné prohlášení o </w:t>
      </w:r>
      <w:r w:rsidR="009C05E2">
        <w:rPr>
          <w:rFonts w:ascii="Arial" w:hAnsi="Arial" w:cs="Arial"/>
          <w:sz w:val="20"/>
          <w:szCs w:val="20"/>
          <w:u w:val="single"/>
        </w:rPr>
        <w:t xml:space="preserve">splnění </w:t>
      </w:r>
      <w:r w:rsidR="001C71E4">
        <w:rPr>
          <w:rFonts w:ascii="Arial" w:hAnsi="Arial" w:cs="Arial"/>
          <w:sz w:val="20"/>
          <w:szCs w:val="20"/>
          <w:u w:val="single"/>
        </w:rPr>
        <w:t>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1C71E4">
        <w:rPr>
          <w:rFonts w:ascii="Arial" w:hAnsi="Arial" w:cs="Arial"/>
          <w:sz w:val="20"/>
          <w:szCs w:val="20"/>
          <w:u w:val="single"/>
        </w:rPr>
        <w:t>i</w:t>
      </w:r>
    </w:p>
    <w:p w14:paraId="17FFC2D8" w14:textId="77777777"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14:paraId="17FFC2D9" w14:textId="77777777"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C05BC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14:paraId="17FFC2DA" w14:textId="77777777"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63B66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63B66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63B66">
        <w:rPr>
          <w:rFonts w:ascii="Arial" w:hAnsi="Arial" w:cs="Arial"/>
          <w:sz w:val="20"/>
          <w:szCs w:val="20"/>
        </w:rPr>
        <w:t xml:space="preserve">tato právnická osoba a </w:t>
      </w:r>
      <w:r w:rsidR="00463B66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63B66">
        <w:rPr>
          <w:rFonts w:ascii="Arial" w:hAnsi="Arial" w:cs="Arial"/>
          <w:sz w:val="20"/>
          <w:szCs w:val="20"/>
        </w:rPr>
        <w:t>;</w:t>
      </w:r>
    </w:p>
    <w:p w14:paraId="17FFC2DB" w14:textId="77777777"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FFC2DC" w14:textId="77777777" w:rsidR="00DA4A1F" w:rsidRPr="00B17289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7FFC2DD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FFC2DE" w14:textId="77777777" w:rsidR="00DA4A1F" w:rsidRPr="00B17289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7FFC2DF" w14:textId="77777777"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FFC2E0" w14:textId="77777777" w:rsidR="00DA4A1F" w:rsidRPr="00B17289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14:paraId="17FFC2E1" w14:textId="77777777"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14:paraId="17FFC2E2" w14:textId="77777777" w:rsidR="00DA4A1F" w:rsidRPr="00DA4A1F" w:rsidRDefault="00DA4A1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17FFC2E3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7FFC2E4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7FFC2E5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7FFC2E6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7FFC2E7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17FFC2E8" w14:textId="77777777"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7FFC2E9" w14:textId="77777777"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17FFC2EA" w14:textId="77777777" w:rsidR="005A31F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5A31FB">
        <w:rPr>
          <w:rFonts w:ascii="Arial" w:hAnsi="Arial" w:cs="Arial"/>
          <w:sz w:val="20"/>
          <w:szCs w:val="20"/>
        </w:rPr>
        <w:t>ne …………………</w:t>
      </w:r>
      <w:r w:rsidR="000B5EED" w:rsidRPr="001D6A5B">
        <w:rPr>
          <w:rFonts w:ascii="Arial" w:hAnsi="Arial" w:cs="Arial"/>
          <w:sz w:val="20"/>
          <w:szCs w:val="20"/>
        </w:rPr>
        <w:t>.</w:t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sz w:val="20"/>
          <w:szCs w:val="20"/>
        </w:rPr>
        <w:tab/>
      </w:r>
      <w:r w:rsidR="006C7554" w:rsidRPr="001D6A5B">
        <w:rPr>
          <w:rFonts w:ascii="Arial" w:hAnsi="Arial" w:cs="Arial"/>
          <w:i/>
          <w:sz w:val="20"/>
          <w:szCs w:val="20"/>
        </w:rPr>
        <w:tab/>
      </w:r>
    </w:p>
    <w:p w14:paraId="17FFC2EB" w14:textId="77777777" w:rsidR="005A31FB" w:rsidRDefault="005A31F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17FFC2EC" w14:textId="77777777" w:rsidR="005A31FB" w:rsidRDefault="005A31FB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14:paraId="17FFC2ED" w14:textId="77777777" w:rsidR="005A31FB" w:rsidRPr="009C05E2" w:rsidRDefault="005A31FB" w:rsidP="00C05BCC">
      <w:pPr>
        <w:tabs>
          <w:tab w:val="num" w:pos="180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C05E2">
        <w:rPr>
          <w:rFonts w:ascii="Arial" w:hAnsi="Arial" w:cs="Arial"/>
          <w:color w:val="000000" w:themeColor="text1"/>
          <w:sz w:val="20"/>
          <w:szCs w:val="20"/>
        </w:rPr>
        <w:t>Jméno osoby oprávněné jednat za dodavatele:</w:t>
      </w:r>
      <w:r w:rsidRPr="009C05E2">
        <w:rPr>
          <w:rFonts w:ascii="Arial" w:hAnsi="Arial" w:cs="Arial"/>
          <w:color w:val="000000" w:themeColor="text1"/>
          <w:sz w:val="20"/>
          <w:szCs w:val="20"/>
        </w:rPr>
        <w:tab/>
      </w:r>
      <w:r w:rsidRPr="009C05E2">
        <w:rPr>
          <w:rFonts w:ascii="Arial" w:hAnsi="Arial" w:cs="Arial"/>
          <w:color w:val="000000" w:themeColor="text1"/>
          <w:sz w:val="20"/>
          <w:szCs w:val="20"/>
        </w:rPr>
        <w:tab/>
      </w:r>
      <w:r w:rsidRPr="009C05E2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........</w:t>
      </w:r>
    </w:p>
    <w:p w14:paraId="17FFC2EE" w14:textId="77777777" w:rsidR="005A31FB" w:rsidRPr="009C05E2" w:rsidRDefault="005A31FB" w:rsidP="00C05BCC">
      <w:pPr>
        <w:tabs>
          <w:tab w:val="num" w:pos="180"/>
        </w:tabs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7FFC2EF" w14:textId="77777777" w:rsidR="005A31FB" w:rsidRDefault="005A31FB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17FFC2F0" w14:textId="77777777" w:rsidR="005A31FB" w:rsidRDefault="005A31FB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17FFC2F1" w14:textId="77777777" w:rsidR="005A31FB" w:rsidRDefault="005A31FB" w:rsidP="00C05BCC">
      <w:pPr>
        <w:tabs>
          <w:tab w:val="num" w:pos="180"/>
        </w:tabs>
        <w:jc w:val="both"/>
        <w:rPr>
          <w:rFonts w:ascii="Arial" w:hAnsi="Arial" w:cs="Arial"/>
          <w:i/>
          <w:color w:val="E36C0A"/>
          <w:sz w:val="20"/>
          <w:szCs w:val="20"/>
        </w:rPr>
      </w:pPr>
    </w:p>
    <w:p w14:paraId="17FFC2F3" w14:textId="2D594AFF" w:rsidR="006C7554" w:rsidRPr="005A31FB" w:rsidRDefault="005A31FB" w:rsidP="009C05E2">
      <w:pPr>
        <w:tabs>
          <w:tab w:val="num" w:pos="180"/>
        </w:tabs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  <w:r>
        <w:rPr>
          <w:rFonts w:ascii="Arial" w:hAnsi="Arial" w:cs="Arial"/>
          <w:i/>
          <w:color w:val="E36C0A"/>
          <w:sz w:val="20"/>
          <w:szCs w:val="20"/>
        </w:rPr>
        <w:tab/>
      </w:r>
    </w:p>
    <w:sectPr w:rsidR="006C7554" w:rsidRPr="005A31FB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FC2F6" w14:textId="77777777" w:rsidR="00B12611" w:rsidRDefault="00B12611">
      <w:r>
        <w:separator/>
      </w:r>
    </w:p>
  </w:endnote>
  <w:endnote w:type="continuationSeparator" w:id="0">
    <w:p w14:paraId="17FFC2F7" w14:textId="77777777" w:rsidR="00B12611" w:rsidRDefault="00B1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FC2FD" w14:textId="77777777" w:rsidR="000C3ADB" w:rsidRDefault="005A31FB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FFC304" wp14:editId="17FFC305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977F0B" id="Line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eJkgIAAGsFAAAOAAAAZHJzL2Uyb0RvYy54bWysVFFvmzAQfp+0/2DxToEEQoJKphbIXrqt&#10;Urvt2cEmWDM2sp2QaNp/39kkdOlepqmJZPnsu4/v7rvz7Ydjx9GBKs2kyL3oJvQQFbUkTOxy7+vz&#10;xl96SBssCOZS0Nw7Ue19WL9/dzv0GZ3JVnJCFQIQobOhz73WmD4LAl23tMP6RvZUwGUjVYcNmGoX&#10;EIUHQO94MAvDRTBIRXola6o1nJbjpbd2+E1Da/OlaTQ1iOcecDNuVW7d2jVY3+Jsp3DfsvpMA/8H&#10;iw4zAR+doEpsMNor9hdUx2oltWzMTS27QDYNq6nLAbKJwlfZPLW4py4XKI7upzLpt4OtPx8eFWIE&#10;tPOQwB1I9MAERZGtzNDrDBwK8ahsbvVRPPUPsv6hkZBFi8WOOobPpx7CXERwFWIN3QP+dvgkCfjg&#10;vZGuTMdGdajhrP9mAy04lAIdnS6nSRd6NKiGwySNkjAE+erLXYAzC2EDe6XNRyo7ZDe5x4G9A8SH&#10;B20gCXC9uFh3ITeMcyc7F2jIvVUyS1yAlpwRe2ndtNptC67QAdvGcT9bEQC7clNyL4gDaykm1Xlv&#10;MOPjHvy5sHjU9eLICKyjga07hxRdn/xchatqWS1jP54tKj8Oy9K/2xSxv9hEaVLOy6Ioo1+WaBRn&#10;LSOECsv10rNR/G89cZ6esdumrp2KElyju4SB7DXTu00SpvF86adpMvfjeRX698tN4d8V0WKRVvfF&#10;ffWKaeWy129DdiqlZSX3hqqnlgyIMCv/PFnNoJMJgxmfpaNuCPMdPE61UR5S0nxnpnV9a/vMYlxp&#10;vQzt/6z1hD4W4qKhtSYVzrm9lAo0v+jrxsFOwDhLW0lOj8q2kZ0MmGgXdH597JPxp+28Xt7I9W8A&#10;AAD//wMAUEsDBBQABgAIAAAAIQDf/I2d2AAAAAQBAAAPAAAAZHJzL2Rvd25yZXYueG1sTI/BTsMw&#10;EETvSP0HaytxozZFgjaNU1VV4YKERAmcnXibRNjrKHbT8PcsXOD4NKuZt/l28k6MOMQukIbbhQKB&#10;VAfbUaOhfHu8WYGIyZA1LhBq+MII22J2lZvMhgu94nhMjeASipnR0KbUZ1LGukVv4iL0SJydwuBN&#10;YhwaaQdz4XLv5FKpe+lNR7zQmh73Ldafx7PXsPt4Pty9jJUPzq6b8t36Uj0ttb6eT7sNiIRT+juG&#10;H31Wh4KdqnAmG4XTwI8kDasHEByulWKuflkWufwvX3wDAAD//wMAUEsBAi0AFAAGAAgAAAAhALaD&#10;OJL+AAAA4QEAABMAAAAAAAAAAAAAAAAAAAAAAFtDb250ZW50X1R5cGVzXS54bWxQSwECLQAUAAYA&#10;CAAAACEAOP0h/9YAAACUAQAACwAAAAAAAAAAAAAAAAAvAQAAX3JlbHMvLnJlbHNQSwECLQAUAAYA&#10;CAAAACEA8sh3iZICAABrBQAADgAAAAAAAAAAAAAAAAAuAgAAZHJzL2Uyb0RvYy54bWxQSwECLQAU&#10;AAYACAAAACEA3/yNndgAAAAEAQAADwAAAAAAAAAAAAAAAADsBAAAZHJzL2Rvd25yZXYueG1sUEsF&#10;BgAAAAAEAAQA8wAAAPEFAAAAAA==&#10;"/>
          </w:pict>
        </mc:Fallback>
      </mc:AlternateContent>
    </w:r>
  </w:p>
  <w:p w14:paraId="17FFC2FE" w14:textId="77777777" w:rsidR="000C3ADB" w:rsidRPr="002D5E2E" w:rsidRDefault="000C3AD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17FFC2FF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FC2F4" w14:textId="77777777" w:rsidR="00B12611" w:rsidRDefault="00B12611">
      <w:r>
        <w:separator/>
      </w:r>
    </w:p>
  </w:footnote>
  <w:footnote w:type="continuationSeparator" w:id="0">
    <w:p w14:paraId="17FFC2F5" w14:textId="77777777" w:rsidR="00B12611" w:rsidRDefault="00B12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FC2F8" w14:textId="77777777" w:rsidR="000C3ADB" w:rsidRDefault="00D81085">
    <w:pPr>
      <w:pStyle w:val="Zhlav"/>
    </w:pPr>
    <w:r>
      <w:rPr>
        <w:noProof/>
      </w:rPr>
      <w:pict w14:anchorId="17FFC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FC2F9" w14:textId="77777777" w:rsidR="002D5E2E" w:rsidRDefault="002D5E2E">
    <w:pPr>
      <w:pStyle w:val="Zhlav"/>
    </w:pPr>
  </w:p>
  <w:p w14:paraId="17FFC2FA" w14:textId="77777777" w:rsidR="002D5E2E" w:rsidRDefault="002D5E2E">
    <w:pPr>
      <w:pStyle w:val="Zhlav"/>
    </w:pPr>
  </w:p>
  <w:p w14:paraId="17FFC2FB" w14:textId="77777777" w:rsidR="002D5E2E" w:rsidRDefault="002D5E2E">
    <w:pPr>
      <w:pStyle w:val="Zhlav"/>
    </w:pPr>
  </w:p>
  <w:p w14:paraId="17FFC2FC" w14:textId="77777777" w:rsidR="005B4337" w:rsidRDefault="005A31FB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7FFC302" wp14:editId="17FFC303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254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FC300" w14:textId="77777777" w:rsidR="000C3ADB" w:rsidRDefault="00D81085">
    <w:pPr>
      <w:pStyle w:val="Zhlav"/>
    </w:pPr>
    <w:r>
      <w:rPr>
        <w:noProof/>
      </w:rPr>
      <w:pict w14:anchorId="17FFC3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95C1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F2627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EB3AC91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C15EB22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F62A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BAEF5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469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characterSpacingControl w:val="doNotCompress"/>
  <w:hdrShapeDefaults>
    <o:shapedefaults v:ext="edit" spidmax="2052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9E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1E4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9B0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1B7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90C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1FB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6B1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F55"/>
    <w:rsid w:val="009B6AD3"/>
    <w:rsid w:val="009B7EB4"/>
    <w:rsid w:val="009C05E2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87B9B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11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9E4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25B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085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9D3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7FFC2D7"/>
  <w15:docId w15:val="{AEC8960A-91C7-4D7B-A996-C4796CB4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customStyle="1" w:styleId="Rozvrendokumentu">
    <w:name w:val="Rozvržení dokumentu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14DAFE478DA543A947C3954E8BD065" ma:contentTypeVersion="" ma:contentTypeDescription="Vytvoří nový dokument" ma:contentTypeScope="" ma:versionID="0d69eb13f5de9d08760b19b84f98199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820E-13FE-40C2-9E15-429E9EA5E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E99C61-463D-4024-A00E-862731591401}">
  <ds:schemaRefs>
    <ds:schemaRef ds:uri="http://schemas.microsoft.com/office/infopath/2007/PartnerControls"/>
    <ds:schemaRef ds:uri="$ListId:dokumentyvz;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2</Pages>
  <Words>457</Words>
  <Characters>2700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3151</CharactersWithSpaces>
  <SharedDoc>false</SharedDoc>
  <HLinks>
    <vt:vector size="12" baseType="variant">
      <vt:variant>
        <vt:i4>6815788</vt:i4>
      </vt:variant>
      <vt:variant>
        <vt:i4>3</vt:i4>
      </vt:variant>
      <vt:variant>
        <vt:i4>0</vt:i4>
      </vt:variant>
      <vt:variant>
        <vt:i4>5</vt:i4>
      </vt:variant>
      <vt:variant>
        <vt:lpwstr>http://www.zakonyprolidi.cz/cs/2016-134</vt:lpwstr>
      </vt:variant>
      <vt:variant>
        <vt:lpwstr>f5807571</vt:lpwstr>
      </vt:variant>
      <vt:variant>
        <vt:i4>6881324</vt:i4>
      </vt:variant>
      <vt:variant>
        <vt:i4>0</vt:i4>
      </vt:variant>
      <vt:variant>
        <vt:i4>0</vt:i4>
      </vt:variant>
      <vt:variant>
        <vt:i4>5</vt:i4>
      </vt:variant>
      <vt:variant>
        <vt:lpwstr>http://www.zakonyprolidi.cz/cs/2016-134</vt:lpwstr>
      </vt:variant>
      <vt:variant>
        <vt:lpwstr>f5807570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Vávra Tomáš</cp:lastModifiedBy>
  <cp:revision>2</cp:revision>
  <cp:lastPrinted>2014-10-07T13:22:00Z</cp:lastPrinted>
  <dcterms:created xsi:type="dcterms:W3CDTF">2019-06-04T10:58:00Z</dcterms:created>
  <dcterms:modified xsi:type="dcterms:W3CDTF">2019-06-04T10:58:00Z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vinnydokument">
    <vt:lpwstr>0</vt:lpwstr>
  </property>
  <property fmtid="{D5CDD505-2E9C-101B-9397-08002B2CF9AE}" pid="3" name="svztypvz">
    <vt:lpwstr>4;#4 – Veřejná zakázka velmi malého rozsahu</vt:lpwstr>
  </property>
  <property fmtid="{D5CDD505-2E9C-101B-9397-08002B2CF9AE}" pid="4" name="MetaInfo">
    <vt:lpwstr>23;#vti_contentversionisdirty:BW|false_x000d_
vti_parserversion:SR|14.0.0.6029_x000d_
vti_folderitemcount:IR|0_x000d_
vti_lmt:SW|Thu, 30 Aug 2012 13:50:51 GMT_x000d_
povinnydokument:IW|0_x000d_
vti_contenttag:SW|{71986569-B8E7-42E5-9EE1-5FB92D1781A0},3,2_x000d_
_Category:SW|_x000d_
vti_author:SR|</vt:lpwstr>
  </property>
  <property fmtid="{D5CDD505-2E9C-101B-9397-08002B2CF9AE}" pid="5" name="Order">
    <vt:lpwstr>2300.00000000000</vt:lpwstr>
  </property>
  <property fmtid="{D5CDD505-2E9C-101B-9397-08002B2CF9AE}" pid="6" name="FSObjType">
    <vt:lpwstr>0</vt:lpwstr>
  </property>
  <property fmtid="{D5CDD505-2E9C-101B-9397-08002B2CF9AE}" pid="7" name="FileDirRef">
    <vt:lpwstr>sablona02/SablonaDocVZ/aktuální dokumenty - VZ/Formuláře 2012 - malý rozsah</vt:lpwstr>
  </property>
  <property fmtid="{D5CDD505-2E9C-101B-9397-08002B2CF9AE}" pid="8" name="FileLeafRef">
    <vt:lpwstr>Příloha č. 6 - Kvalifikace.doc</vt:lpwstr>
  </property>
  <property fmtid="{D5CDD505-2E9C-101B-9397-08002B2CF9AE}" pid="9" name="ContentType">
    <vt:lpwstr>Dokument</vt:lpwstr>
  </property>
  <property fmtid="{D5CDD505-2E9C-101B-9397-08002B2CF9AE}" pid="10" name="ContentTypeId">
    <vt:lpwstr>0x0101009A14DAFE478DA543A947C3954E8BD065</vt:lpwstr>
  </property>
</Properties>
</file>